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1348830644"/>
        <w:lock w:val="sdtLocked"/>
        <w:placeholder>
          <w:docPart w:val="5B0000DEF38847F690D20867D164C797"/>
        </w:placeholder>
      </w:sdtPr>
      <w:sdtContent>
        <w:p w14:paraId="30DD43E2" w14:textId="6D7EEA19" w:rsidR="00EF36A5" w:rsidRPr="00DF3A80" w:rsidRDefault="001E5CCE" w:rsidP="0059361A">
          <w:pPr>
            <w:pStyle w:val="Titre"/>
            <w:jc w:val="both"/>
            <w:rPr>
              <w:lang w:val="fr-CH"/>
            </w:rPr>
          </w:pPr>
          <w:r>
            <w:t xml:space="preserve">Meeting </w:t>
          </w:r>
          <w:r w:rsidR="002F677E">
            <w:t>epinal</w:t>
          </w:r>
          <w:r>
            <w:t xml:space="preserve"> </w:t>
          </w:r>
          <w:r w:rsidR="00E62867">
            <w:t xml:space="preserve"> </w:t>
          </w:r>
        </w:p>
      </w:sdtContent>
    </w:sdt>
    <w:sdt>
      <w:sdtPr>
        <w:rPr>
          <w:rFonts w:asciiTheme="minorHAnsi" w:hAnsiTheme="minorHAnsi"/>
          <w:bCs/>
          <w:lang w:bidi="fr-FR"/>
        </w:rPr>
        <w:id w:val="1541785077"/>
        <w:lock w:val="sdtLocked"/>
        <w:placeholder>
          <w:docPart w:val="DefaultPlaceholder_-1854013440"/>
        </w:placeholder>
        <w:showingPlcHdr/>
      </w:sdtPr>
      <w:sdtContent>
        <w:p w14:paraId="33821131" w14:textId="71BF8338" w:rsidR="00EF36A5" w:rsidRPr="00E62867" w:rsidRDefault="001E5CCE" w:rsidP="0059361A">
          <w:pPr>
            <w:pStyle w:val="Titre"/>
            <w:jc w:val="both"/>
            <w:rPr>
              <w:rFonts w:asciiTheme="minorHAnsi" w:hAnsiTheme="minorHAnsi"/>
              <w:bCs/>
            </w:rPr>
          </w:pPr>
          <w:r w:rsidRPr="004671E7">
            <w:rPr>
              <w:rStyle w:val="Textedelespacerserv"/>
            </w:rPr>
            <w:t>Cliquez ou appuyez ici pour entrer du texte.</w:t>
          </w:r>
        </w:p>
      </w:sdtContent>
    </w:sdt>
    <w:p w14:paraId="1FDA4158" w14:textId="44587933" w:rsidR="000039B2" w:rsidRDefault="00EF36A5" w:rsidP="0059361A">
      <w:pPr>
        <w:pStyle w:val="Titre1"/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asciiTheme="minorHAnsi" w:hAnsiTheme="minorHAnsi"/>
          <w:color w:val="BC0930"/>
          <w:lang w:bidi="fr-FR"/>
        </w:rPr>
      </w:pPr>
      <w:r w:rsidRPr="000039B2">
        <w:rPr>
          <w:rFonts w:asciiTheme="minorHAnsi" w:hAnsiTheme="minorHAnsi"/>
          <w:color w:val="BC0930"/>
          <w:lang w:bidi="fr-FR"/>
        </w:rPr>
        <w:t>Date</w:t>
      </w:r>
    </w:p>
    <w:p w14:paraId="13099DD2" w14:textId="4127575C" w:rsidR="00EF36A5" w:rsidRDefault="002F677E" w:rsidP="0059361A">
      <w:pPr>
        <w:spacing w:before="100" w:beforeAutospacing="1" w:after="100" w:afterAutospacing="1" w:line="240" w:lineRule="auto"/>
        <w:jc w:val="both"/>
        <w:rPr>
          <w:rFonts w:cs="Tahoma"/>
          <w:szCs w:val="24"/>
        </w:rPr>
      </w:pPr>
      <w:r>
        <w:rPr>
          <w:rFonts w:cs="Tahoma"/>
          <w:szCs w:val="24"/>
        </w:rPr>
        <w:t xml:space="preserve">Du </w:t>
      </w:r>
      <w:r w:rsidR="00E62867">
        <w:rPr>
          <w:rFonts w:cs="Tahoma"/>
          <w:szCs w:val="24"/>
        </w:rPr>
        <w:t xml:space="preserve"> </w:t>
      </w:r>
      <w:r>
        <w:rPr>
          <w:rFonts w:cs="Tahoma"/>
          <w:szCs w:val="24"/>
        </w:rPr>
        <w:t>vendre</w:t>
      </w:r>
      <w:r w:rsidR="00E62867">
        <w:rPr>
          <w:rFonts w:cs="Tahoma"/>
          <w:szCs w:val="24"/>
        </w:rPr>
        <w:t xml:space="preserve">di </w:t>
      </w:r>
      <w:r w:rsidR="001E5CCE">
        <w:rPr>
          <w:rFonts w:cs="Tahoma"/>
          <w:szCs w:val="24"/>
        </w:rPr>
        <w:t>2</w:t>
      </w:r>
      <w:r>
        <w:rPr>
          <w:rFonts w:cs="Tahoma"/>
          <w:szCs w:val="24"/>
        </w:rPr>
        <w:t>8</w:t>
      </w:r>
      <w:r w:rsidR="00C61A3B">
        <w:rPr>
          <w:rFonts w:cs="Tahoma"/>
          <w:szCs w:val="24"/>
        </w:rPr>
        <w:t xml:space="preserve"> </w:t>
      </w:r>
      <w:r>
        <w:rPr>
          <w:rFonts w:cs="Tahoma"/>
          <w:szCs w:val="24"/>
        </w:rPr>
        <w:t>février au dimanche 2 mars</w:t>
      </w:r>
      <w:r w:rsidR="00E62867">
        <w:rPr>
          <w:rFonts w:cs="Tahoma"/>
          <w:szCs w:val="24"/>
        </w:rPr>
        <w:t xml:space="preserve"> </w:t>
      </w:r>
      <w:r w:rsidR="00475458">
        <w:rPr>
          <w:rFonts w:cs="Tahoma"/>
          <w:szCs w:val="24"/>
        </w:rPr>
        <w:t>202</w:t>
      </w:r>
      <w:r w:rsidR="00C61A3B">
        <w:rPr>
          <w:rFonts w:cs="Tahoma"/>
          <w:szCs w:val="24"/>
        </w:rPr>
        <w:t>5</w:t>
      </w:r>
      <w:r w:rsidR="00684629">
        <w:rPr>
          <w:rFonts w:cs="Tahoma"/>
          <w:szCs w:val="24"/>
        </w:rPr>
        <w:t xml:space="preserve"> </w:t>
      </w:r>
    </w:p>
    <w:p w14:paraId="72F83463" w14:textId="53939F0E" w:rsidR="00CA6B4F" w:rsidRPr="009F50B6" w:rsidRDefault="009F50B6" w:rsidP="009F50B6">
      <w:pPr>
        <w:pStyle w:val="Titre1"/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asciiTheme="minorHAnsi" w:hAnsiTheme="minorHAnsi"/>
          <w:color w:val="BC0930"/>
          <w:lang w:bidi="fr-FR"/>
        </w:rPr>
      </w:pPr>
      <w:r w:rsidRPr="009F50B6">
        <w:rPr>
          <w:rFonts w:asciiTheme="minorHAnsi" w:hAnsiTheme="minorHAnsi"/>
          <w:color w:val="BC0930"/>
          <w:lang w:bidi="fr-FR"/>
        </w:rPr>
        <w:t>En présence de</w:t>
      </w:r>
    </w:p>
    <w:sdt>
      <w:sdtPr>
        <w:rPr>
          <w:rFonts w:cs="Tahoma"/>
          <w:color w:val="3B3838" w:themeColor="background2" w:themeShade="40"/>
          <w:szCs w:val="24"/>
        </w:rPr>
        <w:id w:val="-1521624168"/>
        <w:placeholder>
          <w:docPart w:val="DefaultPlaceholder_-1854013440"/>
        </w:placeholder>
      </w:sdtPr>
      <w:sdtEndPr>
        <w:rPr>
          <w:color w:val="808080" w:themeColor="background1" w:themeShade="80"/>
        </w:rPr>
      </w:sdtEndPr>
      <w:sdtContent>
        <w:p w14:paraId="36FEB586" w14:textId="51B65AC6" w:rsidR="00CA6B4F" w:rsidRPr="00BC6499" w:rsidRDefault="002F677E" w:rsidP="0059361A">
          <w:pPr>
            <w:spacing w:before="100" w:beforeAutospacing="1" w:after="100" w:afterAutospacing="1" w:line="240" w:lineRule="auto"/>
            <w:jc w:val="both"/>
            <w:rPr>
              <w:color w:val="808080" w:themeColor="background1" w:themeShade="80"/>
              <w:sz w:val="22"/>
              <w:szCs w:val="18"/>
              <w:lang w:val="fr-CH"/>
            </w:rPr>
          </w:pPr>
          <w:r>
            <w:rPr>
              <w:rFonts w:cs="Tahoma"/>
              <w:color w:val="3B3838" w:themeColor="background2" w:themeShade="40"/>
              <w:szCs w:val="24"/>
            </w:rPr>
            <w:t xml:space="preserve">Stéphane De </w:t>
          </w:r>
          <w:proofErr w:type="spellStart"/>
          <w:r>
            <w:rPr>
              <w:rFonts w:cs="Tahoma"/>
              <w:color w:val="3B3838" w:themeColor="background2" w:themeShade="40"/>
              <w:szCs w:val="24"/>
            </w:rPr>
            <w:t>Battisti</w:t>
          </w:r>
          <w:proofErr w:type="spellEnd"/>
          <w:r>
            <w:rPr>
              <w:rFonts w:cs="Tahoma"/>
              <w:color w:val="3B3838" w:themeColor="background2" w:themeShade="40"/>
              <w:szCs w:val="24"/>
            </w:rPr>
            <w:t xml:space="preserve"> et </w:t>
          </w:r>
          <w:r w:rsidR="00684629">
            <w:rPr>
              <w:rFonts w:cs="Tahoma"/>
              <w:color w:val="3B3838" w:themeColor="background2" w:themeShade="40"/>
              <w:szCs w:val="24"/>
              <w:lang w:val="fr-CH"/>
            </w:rPr>
            <w:t>Stéphane Gusse</w:t>
          </w:r>
        </w:p>
      </w:sdtContent>
    </w:sdt>
    <w:p w14:paraId="64869D62" w14:textId="77777777" w:rsidR="00CA6B4F" w:rsidRPr="000039B2" w:rsidRDefault="000039B2" w:rsidP="0059361A">
      <w:pPr>
        <w:pStyle w:val="Titre1"/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asciiTheme="minorHAnsi" w:hAnsiTheme="minorHAnsi"/>
          <w:color w:val="BC0930"/>
        </w:rPr>
      </w:pPr>
      <w:r w:rsidRPr="000039B2">
        <w:rPr>
          <w:rFonts w:asciiTheme="minorHAnsi" w:hAnsiTheme="minorHAnsi"/>
          <w:color w:val="BC0930"/>
        </w:rPr>
        <w:t xml:space="preserve">Bassin </w:t>
      </w:r>
    </w:p>
    <w:p w14:paraId="1B50B24A" w14:textId="45877C2C" w:rsidR="004A2F9B" w:rsidRDefault="002F677E" w:rsidP="00475458">
      <w:pPr>
        <w:pStyle w:val="NormalWeb"/>
      </w:pPr>
      <w:r>
        <w:t>Piscine Olympique Roger Goujon, 25 rue Alphonse de Lamartine Epinal (France )</w:t>
      </w:r>
    </w:p>
    <w:p w14:paraId="737FC88B" w14:textId="4B523E96" w:rsidR="001C2023" w:rsidRPr="00475458" w:rsidRDefault="001C2023" w:rsidP="00475458">
      <w:pPr>
        <w:pStyle w:val="NormalWeb"/>
        <w:rPr>
          <w:rFonts w:asciiTheme="minorHAnsi" w:hAnsiTheme="minorHAnsi" w:cs="Tahoma"/>
          <w:color w:val="3B3838" w:themeColor="background2" w:themeShade="40"/>
          <w:szCs w:val="20"/>
          <w:lang w:eastAsia="fr-FR"/>
        </w:rPr>
      </w:pPr>
      <w:r>
        <w:t xml:space="preserve">Epreuves en bassin de </w:t>
      </w:r>
      <w:r w:rsidR="001E5CCE">
        <w:t>50</w:t>
      </w:r>
      <w:r>
        <w:t xml:space="preserve">m sur 8 lignes </w:t>
      </w:r>
      <w:r>
        <w:sym w:font="Symbol" w:char="F0A7"/>
      </w:r>
      <w:r>
        <w:t xml:space="preserve"> Bassin de récupération de </w:t>
      </w:r>
      <w:proofErr w:type="spellStart"/>
      <w:r w:rsidR="002F677E">
        <w:t>recup</w:t>
      </w:r>
      <w:proofErr w:type="spellEnd"/>
      <w:r w:rsidR="002F677E">
        <w:t xml:space="preserve"> 3 lignes 1</w:t>
      </w:r>
      <w:r w:rsidR="001E5CCE">
        <w:t>5</w:t>
      </w:r>
      <w:r>
        <w:t xml:space="preserve">m </w:t>
      </w:r>
    </w:p>
    <w:p w14:paraId="658FB253" w14:textId="6C2A50E9" w:rsidR="00134E81" w:rsidRPr="006A7D1E" w:rsidRDefault="000039B2" w:rsidP="006A7D1E">
      <w:pPr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eastAsiaTheme="majorEastAsia" w:cstheme="majorBidi"/>
          <w:color w:val="BC0930"/>
          <w:sz w:val="30"/>
          <w:szCs w:val="30"/>
        </w:rPr>
      </w:pPr>
      <w:r w:rsidRPr="000039B2">
        <w:rPr>
          <w:rFonts w:eastAsiaTheme="majorEastAsia" w:cstheme="majorBidi"/>
          <w:color w:val="BC0930"/>
          <w:sz w:val="30"/>
          <w:szCs w:val="30"/>
        </w:rPr>
        <w:t>Déplacement / Horaires</w:t>
      </w:r>
    </w:p>
    <w:sdt>
      <w:sdtPr>
        <w:rPr>
          <w:rFonts w:cs="Tahoma"/>
          <w:b/>
          <w:bCs/>
          <w:color w:val="3B3838" w:themeColor="background2" w:themeShade="40"/>
          <w:szCs w:val="24"/>
          <w:lang w:eastAsia="fr-FR"/>
        </w:rPr>
        <w:id w:val="-1316330689"/>
        <w:placeholder>
          <w:docPart w:val="CCBFA5F8732A4F409E541EB88B304D0E"/>
        </w:placeholder>
      </w:sdtPr>
      <w:sdtEndPr>
        <w:rPr>
          <w:rFonts w:cstheme="minorBidi"/>
          <w:b w:val="0"/>
          <w:bCs w:val="0"/>
          <w:color w:val="0D0D0D" w:themeColor="text1" w:themeTint="F2"/>
          <w:szCs w:val="20"/>
        </w:rPr>
      </w:sdtEndPr>
      <w:sdtContent>
        <w:p w14:paraId="4E77F493" w14:textId="0DA29EB7" w:rsidR="00684629" w:rsidRPr="00A838A4" w:rsidRDefault="001C2023" w:rsidP="00684629">
          <w:pPr>
            <w:spacing w:before="100" w:beforeAutospacing="1" w:after="100" w:afterAutospacing="1" w:line="240" w:lineRule="auto"/>
            <w:jc w:val="both"/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</w:pPr>
          <w: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 xml:space="preserve">Déplacement minibus départ Nid du </w:t>
          </w:r>
          <w:proofErr w:type="spellStart"/>
          <w: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>Crô</w:t>
          </w:r>
          <w:proofErr w:type="spellEnd"/>
          <w: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 xml:space="preserve"> vendredi </w:t>
          </w:r>
          <w:r w:rsidR="002F677E"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 xml:space="preserve">28 février 2025 9h30 </w:t>
          </w:r>
          <w:r w:rsidR="00C61A3B"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 xml:space="preserve">   </w:t>
          </w:r>
        </w:p>
        <w:p w14:paraId="3FD38C15" w14:textId="24D5D7D8" w:rsidR="002C7CA5" w:rsidRPr="00E62867" w:rsidRDefault="001C2023" w:rsidP="00E62867">
          <w:pPr>
            <w:spacing w:before="100" w:beforeAutospacing="1" w:after="100" w:afterAutospacing="1" w:line="240" w:lineRule="auto"/>
            <w:jc w:val="both"/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</w:pPr>
          <w: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 xml:space="preserve">Retour </w:t>
          </w:r>
          <w:r w:rsidR="002F677E"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>dimanche</w:t>
          </w:r>
          <w:r w:rsidR="00C61A3B"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 xml:space="preserve"> 2</w:t>
          </w:r>
          <w: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 xml:space="preserve"> </w:t>
          </w:r>
          <w:r w:rsidR="002F677E"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 xml:space="preserve">mars 2025 </w:t>
          </w:r>
          <w: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 xml:space="preserve"> dans la soirée. (</w:t>
          </w:r>
          <w:proofErr w:type="spellStart"/>
          <w: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>whatsaap</w:t>
          </w:r>
          <w:proofErr w:type="spellEnd"/>
          <w: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>)</w:t>
          </w:r>
        </w:p>
      </w:sdtContent>
    </w:sdt>
    <w:p w14:paraId="02462383" w14:textId="77777777" w:rsidR="000039B2" w:rsidRPr="000039B2" w:rsidRDefault="000039B2" w:rsidP="0059361A">
      <w:pPr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eastAsiaTheme="majorEastAsia" w:cstheme="majorBidi"/>
          <w:color w:val="BC0930"/>
          <w:sz w:val="30"/>
          <w:szCs w:val="30"/>
        </w:rPr>
      </w:pPr>
      <w:r w:rsidRPr="000039B2">
        <w:rPr>
          <w:rFonts w:eastAsiaTheme="majorEastAsia" w:cstheme="majorBidi"/>
          <w:color w:val="BC0930"/>
          <w:sz w:val="30"/>
          <w:szCs w:val="30"/>
        </w:rPr>
        <w:t>Hébergement / Restauration</w:t>
      </w:r>
    </w:p>
    <w:sdt>
      <w:sdtPr>
        <w:rPr>
          <w:rFonts w:cs="Tahoma"/>
          <w:color w:val="3B3838" w:themeColor="background2" w:themeShade="40"/>
          <w:szCs w:val="24"/>
          <w:lang w:eastAsia="fr-FR"/>
        </w:rPr>
        <w:id w:val="-1022620393"/>
        <w:placeholder>
          <w:docPart w:val="3F1EC5D892B84CB490DBA9E51256C17D"/>
        </w:placeholder>
      </w:sdtPr>
      <w:sdtContent>
        <w:p w14:paraId="4EB43C9C" w14:textId="357BA142" w:rsidR="00F621D0" w:rsidRDefault="001C2023" w:rsidP="00C61A3B">
          <w:proofErr w:type="spellStart"/>
          <w:r>
            <w:rPr>
              <w:rFonts w:cs="Tahoma"/>
              <w:color w:val="3B3838" w:themeColor="background2" w:themeShade="40"/>
              <w:szCs w:val="24"/>
              <w:lang w:eastAsia="fr-FR"/>
            </w:rPr>
            <w:t>Hébergemenent</w:t>
          </w:r>
          <w:proofErr w:type="spellEnd"/>
          <w:r>
            <w:rPr>
              <w:rFonts w:cs="Tahoma"/>
              <w:color w:val="3B3838" w:themeColor="background2" w:themeShade="40"/>
              <w:szCs w:val="24"/>
              <w:lang w:eastAsia="fr-FR"/>
            </w:rPr>
            <w:t xml:space="preserve"> </w:t>
          </w:r>
          <w:r>
            <w:t xml:space="preserve">* </w:t>
          </w:r>
          <w:r w:rsidR="00C61A3B">
            <w:t xml:space="preserve">Hôtel </w:t>
          </w:r>
          <w:r w:rsidR="002F677E">
            <w:t xml:space="preserve">ibis budget  (à confirmer )ZA de la Roche Rue des Rapailles 88000 Epinal   restaurant </w:t>
          </w:r>
          <w:proofErr w:type="spellStart"/>
          <w:r w:rsidR="002F677E">
            <w:t>Fluch</w:t>
          </w:r>
          <w:proofErr w:type="spellEnd"/>
          <w:r w:rsidR="002F677E">
            <w:t xml:space="preserve"> </w:t>
          </w:r>
        </w:p>
        <w:p w14:paraId="719AC44C" w14:textId="10E0B1B1" w:rsidR="006A7D1E" w:rsidRPr="00A65BBA" w:rsidRDefault="00000000" w:rsidP="00A65BBA">
          <w:pPr>
            <w:rPr>
              <w:rFonts w:eastAsia="Times New Roman" w:cs="Times New Roman"/>
              <w:color w:val="000000"/>
              <w:szCs w:val="24"/>
              <w:lang w:val="fr-CH" w:eastAsia="fr-FR"/>
            </w:rPr>
          </w:pPr>
        </w:p>
      </w:sdtContent>
    </w:sdt>
    <w:p w14:paraId="049DF854" w14:textId="77777777" w:rsidR="000039B2" w:rsidRPr="000039B2" w:rsidRDefault="000039B2" w:rsidP="0059361A">
      <w:pPr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eastAsiaTheme="majorEastAsia" w:cstheme="majorBidi"/>
          <w:color w:val="BC0930"/>
          <w:sz w:val="30"/>
          <w:szCs w:val="30"/>
        </w:rPr>
      </w:pPr>
      <w:r w:rsidRPr="000039B2">
        <w:rPr>
          <w:rFonts w:eastAsiaTheme="majorEastAsia" w:cstheme="majorBidi"/>
          <w:color w:val="BC0930"/>
          <w:sz w:val="30"/>
          <w:szCs w:val="30"/>
        </w:rPr>
        <w:t>Coût</w:t>
      </w:r>
    </w:p>
    <w:sdt>
      <w:sdtPr>
        <w:rPr>
          <w:rFonts w:cs="Tahoma"/>
          <w:color w:val="3B3838" w:themeColor="background2" w:themeShade="40"/>
          <w:szCs w:val="24"/>
          <w:lang w:eastAsia="fr-FR"/>
        </w:rPr>
        <w:id w:val="252017376"/>
        <w:placeholder>
          <w:docPart w:val="DefaultPlaceholder_-1854013440"/>
        </w:placeholder>
      </w:sdtPr>
      <w:sdtEndPr>
        <w:rPr>
          <w:sz w:val="18"/>
          <w:szCs w:val="18"/>
          <w:lang w:eastAsia="ja-JP"/>
        </w:rPr>
      </w:sdtEndPr>
      <w:sdtContent>
        <w:p w14:paraId="095AC504" w14:textId="7BD77BD9" w:rsidR="00684629" w:rsidRDefault="001C2023" w:rsidP="00227B2B">
          <w:pPr>
            <w:spacing w:before="100" w:beforeAutospacing="1" w:after="100" w:afterAutospacing="1" w:line="240" w:lineRule="auto"/>
            <w:jc w:val="both"/>
            <w:rPr>
              <w:rFonts w:cs="Tahoma"/>
              <w:color w:val="3B3838" w:themeColor="background2" w:themeShade="40"/>
              <w:szCs w:val="24"/>
              <w:lang w:eastAsia="fr-FR"/>
            </w:rPr>
          </w:pPr>
          <w:proofErr w:type="spellStart"/>
          <w:r>
            <w:rPr>
              <w:rFonts w:cs="Tahoma"/>
              <w:color w:val="3B3838" w:themeColor="background2" w:themeShade="40"/>
              <w:szCs w:val="24"/>
              <w:lang w:eastAsia="fr-FR"/>
            </w:rPr>
            <w:t>Env</w:t>
          </w:r>
          <w:proofErr w:type="spellEnd"/>
          <w:r w:rsidR="002F677E">
            <w:rPr>
              <w:rFonts w:cs="Tahoma"/>
              <w:color w:val="3B3838" w:themeColor="background2" w:themeShade="40"/>
              <w:szCs w:val="24"/>
              <w:lang w:eastAsia="fr-FR"/>
            </w:rPr>
            <w:t xml:space="preserve"> 260chf</w:t>
          </w:r>
          <w:r w:rsidR="00C61A3B">
            <w:rPr>
              <w:rFonts w:cs="Tahoma"/>
              <w:color w:val="3B3838" w:themeColor="background2" w:themeShade="40"/>
              <w:szCs w:val="24"/>
              <w:lang w:eastAsia="fr-FR"/>
            </w:rPr>
            <w:t xml:space="preserve">  plus </w:t>
          </w:r>
          <w:r w:rsidR="002F677E">
            <w:rPr>
              <w:rFonts w:cs="Tahoma"/>
              <w:color w:val="3B3838" w:themeColor="background2" w:themeShade="40"/>
              <w:szCs w:val="24"/>
              <w:lang w:eastAsia="fr-FR"/>
            </w:rPr>
            <w:t>8 euros par</w:t>
          </w:r>
          <w:r w:rsidR="00C61A3B">
            <w:rPr>
              <w:rFonts w:cs="Tahoma"/>
              <w:color w:val="3B3838" w:themeColor="background2" w:themeShade="40"/>
              <w:szCs w:val="24"/>
              <w:lang w:eastAsia="fr-FR"/>
            </w:rPr>
            <w:t xml:space="preserve"> engagements </w:t>
          </w:r>
        </w:p>
        <w:p w14:paraId="1914DA60" w14:textId="7E0F742D" w:rsidR="004A2F9B" w:rsidRPr="00AE1290" w:rsidRDefault="00000000" w:rsidP="00227B2B">
          <w:pPr>
            <w:spacing w:before="100" w:beforeAutospacing="1" w:after="100" w:afterAutospacing="1" w:line="240" w:lineRule="auto"/>
            <w:jc w:val="both"/>
            <w:rPr>
              <w:rFonts w:cs="Tahoma"/>
              <w:color w:val="3B3838" w:themeColor="background2" w:themeShade="40"/>
              <w:sz w:val="18"/>
              <w:szCs w:val="18"/>
            </w:rPr>
          </w:pPr>
        </w:p>
      </w:sdtContent>
    </w:sdt>
    <w:p w14:paraId="4C5F42C3" w14:textId="7D910555" w:rsidR="00A838A4" w:rsidRPr="004A2F9B" w:rsidRDefault="000039B2" w:rsidP="004A2F9B">
      <w:pPr>
        <w:pBdr>
          <w:bottom w:val="single" w:sz="4" w:space="1" w:color="auto"/>
        </w:pBdr>
        <w:spacing w:before="100" w:beforeAutospacing="1" w:after="100" w:afterAutospacing="1" w:line="240" w:lineRule="auto"/>
        <w:rPr>
          <w:rFonts w:eastAsiaTheme="majorEastAsia" w:cstheme="majorBidi"/>
          <w:color w:val="BC0930"/>
          <w:sz w:val="30"/>
          <w:szCs w:val="30"/>
        </w:rPr>
      </w:pPr>
      <w:r w:rsidRPr="004A2F9B">
        <w:rPr>
          <w:rFonts w:eastAsiaTheme="majorEastAsia" w:cstheme="majorBidi"/>
          <w:color w:val="BC0930"/>
          <w:sz w:val="30"/>
          <w:szCs w:val="30"/>
        </w:rPr>
        <w:t xml:space="preserve">Divers : </w:t>
      </w:r>
      <w:r w:rsidRPr="004A2F9B">
        <w:rPr>
          <w:rFonts w:eastAsiaTheme="majorEastAsia" w:cstheme="majorBidi"/>
          <w:color w:val="BC0930"/>
          <w:sz w:val="30"/>
          <w:szCs w:val="30"/>
        </w:rPr>
        <w:tab/>
      </w:r>
    </w:p>
    <w:sdt>
      <w:sdtPr>
        <w:rPr>
          <w:rFonts w:cs="Tahoma"/>
          <w:b/>
          <w:bCs/>
          <w:color w:val="3B3838" w:themeColor="background2" w:themeShade="40"/>
          <w:szCs w:val="24"/>
          <w:lang w:eastAsia="fr-FR"/>
        </w:rPr>
        <w:id w:val="-1628778708"/>
        <w:placeholder>
          <w:docPart w:val="5689D44AB2B347BAB5C3904E953E85B8"/>
        </w:placeholder>
      </w:sdtPr>
      <w:sdtContent>
        <w:p w14:paraId="09480D23" w14:textId="1802614D" w:rsidR="00E51580" w:rsidRDefault="00E51580" w:rsidP="00E51580">
          <w:pP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</w:pPr>
          <w: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>Donner le jour du départ Autorisation parentale</w:t>
          </w:r>
          <w:r w:rsidR="002F677E"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 xml:space="preserve"> pour les mineurs pièce jointe</w:t>
          </w:r>
          <w: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 xml:space="preserve"> </w:t>
          </w:r>
        </w:p>
        <w:p w14:paraId="2CF9B131" w14:textId="0C4535B9" w:rsidR="00F6767E" w:rsidRDefault="00E51580" w:rsidP="00E51580">
          <w:pP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</w:pPr>
          <w: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>Prendre sa carte d’identité (au moins photocopie)</w:t>
          </w:r>
        </w:p>
        <w:p w14:paraId="0A3B3400" w14:textId="16BC55D1" w:rsidR="002F677E" w:rsidRDefault="002F677E" w:rsidP="00E51580">
          <w:pP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</w:pPr>
          <w: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 xml:space="preserve">Pique Nique pour vendredi midi </w:t>
          </w:r>
        </w:p>
        <w:p w14:paraId="63519697" w14:textId="77777777" w:rsidR="00E51580" w:rsidRPr="00E51580" w:rsidRDefault="00E51580" w:rsidP="00E51580">
          <w:pPr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</w:pPr>
        </w:p>
        <w:p w14:paraId="00C8972F" w14:textId="77777777" w:rsidR="002C52BF" w:rsidRDefault="002C52BF" w:rsidP="00F6767E">
          <w:pPr>
            <w:spacing w:after="0" w:line="240" w:lineRule="auto"/>
            <w:rPr>
              <w:rFonts w:ascii="Times New Roman" w:eastAsia="Times New Roman" w:hAnsi="Times New Roman" w:cs="Times New Roman"/>
              <w:color w:val="auto"/>
              <w:szCs w:val="24"/>
              <w:lang w:eastAsia="fr-FR"/>
            </w:rPr>
          </w:pPr>
        </w:p>
        <w:p w14:paraId="06C4E23E" w14:textId="77777777" w:rsidR="002C52BF" w:rsidRDefault="002C52BF" w:rsidP="00F6767E">
          <w:pPr>
            <w:spacing w:after="0" w:line="240" w:lineRule="auto"/>
            <w:rPr>
              <w:rFonts w:ascii="Times New Roman" w:eastAsia="Times New Roman" w:hAnsi="Times New Roman" w:cs="Times New Roman"/>
              <w:color w:val="auto"/>
              <w:szCs w:val="24"/>
              <w:lang w:eastAsia="fr-FR"/>
            </w:rPr>
          </w:pPr>
        </w:p>
        <w:p w14:paraId="2E491F36" w14:textId="41A007A0" w:rsidR="00F6767E" w:rsidRPr="00F6767E" w:rsidRDefault="00F6767E" w:rsidP="00F6767E">
          <w:pPr>
            <w:spacing w:after="0" w:line="240" w:lineRule="auto"/>
            <w:rPr>
              <w:rFonts w:ascii="Times New Roman" w:eastAsia="Times New Roman" w:hAnsi="Times New Roman" w:cs="Times New Roman"/>
              <w:color w:val="auto"/>
              <w:szCs w:val="24"/>
              <w:lang w:eastAsia="fr-FR"/>
            </w:rPr>
          </w:pPr>
        </w:p>
        <w:p w14:paraId="463F19A2" w14:textId="77777777" w:rsidR="00F6767E" w:rsidRPr="00F6767E" w:rsidRDefault="00F6767E" w:rsidP="00F6767E">
          <w:pPr>
            <w:spacing w:after="0" w:line="240" w:lineRule="auto"/>
            <w:rPr>
              <w:rFonts w:ascii="Times New Roman" w:eastAsia="Times New Roman" w:hAnsi="Times New Roman" w:cs="Times New Roman"/>
              <w:color w:val="auto"/>
              <w:szCs w:val="24"/>
              <w:lang w:eastAsia="fr-FR"/>
            </w:rPr>
          </w:pPr>
        </w:p>
        <w:p w14:paraId="7DC74379" w14:textId="60F8E69E" w:rsidR="00F6767E" w:rsidRPr="00F6767E" w:rsidRDefault="00F6767E" w:rsidP="00F6767E">
          <w:pPr>
            <w:spacing w:after="0" w:line="240" w:lineRule="auto"/>
            <w:rPr>
              <w:rFonts w:ascii="Times New Roman" w:eastAsia="Times New Roman" w:hAnsi="Times New Roman" w:cs="Times New Roman"/>
              <w:color w:val="auto"/>
              <w:szCs w:val="24"/>
              <w:lang w:eastAsia="fr-FR"/>
            </w:rPr>
          </w:pPr>
        </w:p>
        <w:p w14:paraId="6C0B9F0B" w14:textId="6074812D" w:rsidR="00F6767E" w:rsidRPr="00A838A4" w:rsidRDefault="00F6767E" w:rsidP="00F6767E">
          <w:pPr>
            <w:spacing w:before="100" w:beforeAutospacing="1" w:after="100" w:afterAutospacing="1" w:line="240" w:lineRule="auto"/>
            <w:ind w:left="2127" w:hanging="2127"/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</w:pPr>
        </w:p>
        <w:p w14:paraId="0FABD6FD" w14:textId="6135201A" w:rsidR="004A2F9B" w:rsidRPr="00A838A4" w:rsidRDefault="00DF3A80" w:rsidP="004A2F9B">
          <w:pPr>
            <w:spacing w:before="100" w:beforeAutospacing="1" w:after="100" w:afterAutospacing="1" w:line="240" w:lineRule="auto"/>
            <w:ind w:left="2127" w:hanging="2127"/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</w:pPr>
          <w:r w:rsidRPr="00A838A4">
            <w:rPr>
              <w:rFonts w:cs="Tahoma"/>
              <w:b/>
              <w:bCs/>
              <w:color w:val="3B3838" w:themeColor="background2" w:themeShade="40"/>
              <w:szCs w:val="24"/>
              <w:lang w:eastAsia="fr-FR"/>
            </w:rPr>
            <w:t xml:space="preserve">. </w:t>
          </w:r>
        </w:p>
      </w:sdtContent>
    </w:sdt>
    <w:p w14:paraId="6E8243B4" w14:textId="2A74B837" w:rsidR="007A741C" w:rsidRPr="00A838A4" w:rsidRDefault="007A741C" w:rsidP="004A2F9B">
      <w:pPr>
        <w:spacing w:before="100" w:beforeAutospacing="1" w:after="100" w:afterAutospacing="1" w:line="240" w:lineRule="auto"/>
        <w:ind w:left="2127" w:hanging="2127"/>
        <w:rPr>
          <w:rFonts w:cs="Tahoma"/>
          <w:b/>
          <w:bCs/>
          <w:color w:val="3B3838" w:themeColor="background2" w:themeShade="40"/>
          <w:szCs w:val="24"/>
          <w:lang w:eastAsia="fr-FR"/>
        </w:rPr>
      </w:pPr>
    </w:p>
    <w:p w14:paraId="2B122E28" w14:textId="77777777" w:rsidR="00A838A4" w:rsidRPr="00A838A4" w:rsidRDefault="00A838A4" w:rsidP="004A2F9B">
      <w:pPr>
        <w:spacing w:before="100" w:beforeAutospacing="1" w:after="100" w:afterAutospacing="1" w:line="240" w:lineRule="auto"/>
        <w:ind w:left="2127" w:hanging="2127"/>
        <w:rPr>
          <w:rFonts w:cs="Tahoma"/>
          <w:b/>
          <w:bCs/>
          <w:color w:val="3B3838" w:themeColor="background2" w:themeShade="40"/>
          <w:szCs w:val="24"/>
          <w:lang w:eastAsia="fr-FR"/>
        </w:rPr>
      </w:pPr>
    </w:p>
    <w:p w14:paraId="6DE8CF89" w14:textId="7CA961C3" w:rsidR="007A741C" w:rsidRPr="00AE1290" w:rsidRDefault="007A741C" w:rsidP="00684629">
      <w:pPr>
        <w:spacing w:before="100" w:beforeAutospacing="1" w:after="100" w:afterAutospacing="1" w:line="240" w:lineRule="auto"/>
        <w:rPr>
          <w:rFonts w:cs="Tahoma"/>
          <w:color w:val="3B3838" w:themeColor="background2" w:themeShade="40"/>
          <w:szCs w:val="24"/>
          <w:lang w:eastAsia="fr-FR"/>
        </w:rPr>
      </w:pPr>
    </w:p>
    <w:sectPr w:rsidR="007A741C" w:rsidRPr="00AE1290" w:rsidSect="007B758A">
      <w:headerReference w:type="default" r:id="rId11"/>
      <w:footerReference w:type="default" r:id="rId12"/>
      <w:pgSz w:w="11906" w:h="16838" w:code="9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7E89F" w14:textId="77777777" w:rsidR="009E0D04" w:rsidRDefault="009E0D04">
      <w:pPr>
        <w:spacing w:after="0" w:line="240" w:lineRule="auto"/>
      </w:pPr>
      <w:r>
        <w:separator/>
      </w:r>
    </w:p>
  </w:endnote>
  <w:endnote w:type="continuationSeparator" w:id="0">
    <w:p w14:paraId="57B21E6E" w14:textId="77777777" w:rsidR="009E0D04" w:rsidRDefault="009E0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altName w:val="HGGothicE"/>
    <w:charset w:val="80"/>
    <w:family w:val="modern"/>
    <w:pitch w:val="fixed"/>
    <w:sig w:usb0="E00002FF" w:usb1="2AC7EDFE" w:usb2="00000012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FD208" w14:textId="2A46D547" w:rsidR="0001626D" w:rsidRPr="004A2F9B" w:rsidRDefault="00A43720">
    <w:pPr>
      <w:pStyle w:val="Pieddepage"/>
      <w:rPr>
        <w:color w:val="BC0930"/>
      </w:rPr>
    </w:pPr>
    <w:r w:rsidRPr="00A36CDC">
      <w:rPr>
        <w:noProof/>
        <w:color w:val="FBA7B9"/>
        <w:sz w:val="20"/>
        <w:szCs w:val="16"/>
        <w:lang w:bidi="fr-FR"/>
      </w:rPr>
      <w:t>NATATION COMPETITIONS SAISON 20</w:t>
    </w:r>
    <w:r w:rsidR="00E62867">
      <w:rPr>
        <w:noProof/>
        <w:color w:val="FBA7B9"/>
        <w:sz w:val="20"/>
        <w:szCs w:val="16"/>
        <w:lang w:bidi="fr-FR"/>
      </w:rPr>
      <w:t>21</w:t>
    </w:r>
    <w:r w:rsidRPr="00A36CDC">
      <w:rPr>
        <w:noProof/>
        <w:color w:val="FBA7B9"/>
        <w:sz w:val="20"/>
        <w:szCs w:val="16"/>
        <w:lang w:bidi="fr-FR"/>
      </w:rPr>
      <w:t>/202</w:t>
    </w:r>
    <w:r w:rsidR="00E62867">
      <w:rPr>
        <w:noProof/>
        <w:color w:val="FBA7B9"/>
        <w:sz w:val="20"/>
        <w:szCs w:val="16"/>
        <w:lang w:bidi="fr-FR"/>
      </w:rPr>
      <w:t>2</w:t>
    </w:r>
    <w:r w:rsidRPr="00A36CDC">
      <w:rPr>
        <w:noProof/>
        <w:color w:val="BC0930"/>
        <w:sz w:val="20"/>
        <w:szCs w:val="16"/>
        <w:lang w:bidi="fr-FR"/>
      </w:rPr>
      <w:t xml:space="preserve"> </w:t>
    </w:r>
    <w:r w:rsidR="0059361A">
      <w:rPr>
        <w:noProof/>
        <w:color w:val="BC0930"/>
        <w:sz w:val="20"/>
        <w:szCs w:val="16"/>
        <w:lang w:bidi="fr-FR"/>
      </w:rPr>
      <w:t xml:space="preserve">/ </w:t>
    </w:r>
    <w:r w:rsidRPr="00A43720">
      <w:rPr>
        <w:noProof/>
        <w:color w:val="FFFFFF" w:themeColor="background1"/>
        <w:lang w:bidi="fr-FR"/>
      </w:rPr>
      <w:fldChar w:fldCharType="begin"/>
    </w:r>
    <w:r w:rsidRPr="00A43720">
      <w:rPr>
        <w:noProof/>
        <w:color w:val="FFFFFF" w:themeColor="background1"/>
        <w:lang w:bidi="fr-FR"/>
      </w:rPr>
      <w:instrText>PAGE   \* MERGEFORMAT</w:instrText>
    </w:r>
    <w:r w:rsidRPr="00A43720">
      <w:rPr>
        <w:noProof/>
        <w:color w:val="FFFFFF" w:themeColor="background1"/>
        <w:lang w:bidi="fr-FR"/>
      </w:rPr>
      <w:fldChar w:fldCharType="separate"/>
    </w:r>
    <w:r w:rsidRPr="00A43720">
      <w:rPr>
        <w:noProof/>
        <w:color w:val="FFFFFF" w:themeColor="background1"/>
        <w:lang w:bidi="fr-FR"/>
      </w:rPr>
      <w:t>1</w:t>
    </w:r>
    <w:r w:rsidRPr="00A43720">
      <w:rPr>
        <w:noProof/>
        <w:color w:val="FFFFFF" w:themeColor="background1"/>
        <w:lang w:bidi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DEED7" w14:textId="77777777" w:rsidR="009E0D04" w:rsidRDefault="009E0D04">
      <w:pPr>
        <w:spacing w:after="0" w:line="240" w:lineRule="auto"/>
      </w:pPr>
      <w:r>
        <w:separator/>
      </w:r>
    </w:p>
  </w:footnote>
  <w:footnote w:type="continuationSeparator" w:id="0">
    <w:p w14:paraId="2C2AE343" w14:textId="77777777" w:rsidR="009E0D04" w:rsidRDefault="009E0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A04D2" w14:textId="77777777" w:rsidR="00EF36A5" w:rsidRDefault="000039B2">
    <w:pPr>
      <w:pStyle w:val="En-tte"/>
    </w:pPr>
    <w:r>
      <w:rPr>
        <w:noProof/>
        <w:color w:val="auto"/>
      </w:rPr>
      <w:drawing>
        <wp:anchor distT="0" distB="0" distL="114300" distR="114300" simplePos="0" relativeHeight="251660800" behindDoc="0" locked="0" layoutInCell="1" allowOverlap="1" wp14:anchorId="34BF5DC7" wp14:editId="2C7D610D">
          <wp:simplePos x="0" y="0"/>
          <wp:positionH relativeFrom="column">
            <wp:posOffset>5280660</wp:posOffset>
          </wp:positionH>
          <wp:positionV relativeFrom="paragraph">
            <wp:posOffset>26132</wp:posOffset>
          </wp:positionV>
          <wp:extent cx="1340208" cy="1388014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fn_2017_rou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769" cy="14010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3E85">
      <w:rPr>
        <w:noProof/>
        <w:color w:val="auto"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1010DAE" wp14:editId="39FD2A37">
              <wp:simplePos x="0" y="0"/>
              <wp:positionH relativeFrom="page">
                <wp:posOffset>-295275</wp:posOffset>
              </wp:positionH>
              <wp:positionV relativeFrom="page">
                <wp:posOffset>-123825</wp:posOffset>
              </wp:positionV>
              <wp:extent cx="9719945" cy="10297795"/>
              <wp:effectExtent l="19050" t="0" r="109220" b="24130"/>
              <wp:wrapNone/>
              <wp:docPr id="11" name="Groupe 6" descr="decorative elemen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19945" cy="10297795"/>
                        <a:chOff x="0" y="0"/>
                        <a:chExt cx="9716770" cy="10298367"/>
                      </a:xfrm>
                    </wpg:grpSpPr>
                    <wps:wsp>
                      <wps:cNvPr id="12" name="Forme libre 9"/>
                      <wps:cNvSpPr/>
                      <wps:spPr>
                        <a:xfrm>
                          <a:off x="281940" y="0"/>
                          <a:ext cx="7851390" cy="2019169"/>
                        </a:xfrm>
                        <a:custGeom>
                          <a:avLst/>
                          <a:gdLst>
                            <a:gd name="connsiteX0" fmla="*/ 5640 w 5350933"/>
                            <a:gd name="connsiteY0" fmla="*/ 5640 h 1388533"/>
                            <a:gd name="connsiteX1" fmla="*/ 5345567 w 5350933"/>
                            <a:gd name="connsiteY1" fmla="*/ 5640 h 1388533"/>
                            <a:gd name="connsiteX2" fmla="*/ 5345567 w 5350933"/>
                            <a:gd name="connsiteY2" fmla="*/ 1384014 h 1388533"/>
                            <a:gd name="connsiteX3" fmla="*/ 5640 w 5350933"/>
                            <a:gd name="connsiteY3" fmla="*/ 1384014 h 13885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350933" h="1388533">
                              <a:moveTo>
                                <a:pt x="5640" y="5640"/>
                              </a:moveTo>
                              <a:lnTo>
                                <a:pt x="5345567" y="5640"/>
                              </a:lnTo>
                              <a:lnTo>
                                <a:pt x="5345567" y="1384014"/>
                              </a:lnTo>
                              <a:lnTo>
                                <a:pt x="5640" y="138401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8460" cap="flat">
                          <a:solidFill>
                            <a:srgbClr val="BC0930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Forme libre 10"/>
                      <wps:cNvSpPr/>
                      <wps:spPr>
                        <a:xfrm>
                          <a:off x="155448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 w="9525" cap="flat">
                          <a:solidFill>
                            <a:schemeClr val="bg1"/>
                          </a:solidFill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Forme libre 19"/>
                      <wps:cNvSpPr/>
                      <wps:spPr>
                        <a:xfrm>
                          <a:off x="74676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C0930"/>
                        </a:solidFill>
                        <a:ln w="9525" cap="flat">
                          <a:solidFill>
                            <a:srgbClr val="BC0930"/>
                          </a:solidFill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Forme libre 20"/>
                      <wps:cNvSpPr/>
                      <wps:spPr>
                        <a:xfrm>
                          <a:off x="297180" y="9326880"/>
                          <a:ext cx="7839320" cy="971487"/>
                        </a:xfrm>
                        <a:custGeom>
                          <a:avLst/>
                          <a:gdLst>
                            <a:gd name="connsiteX0" fmla="*/ 5640 w 5342466"/>
                            <a:gd name="connsiteY0" fmla="*/ 5640 h 1041399"/>
                            <a:gd name="connsiteX1" fmla="*/ 5339640 w 5342466"/>
                            <a:gd name="connsiteY1" fmla="*/ 5640 h 1041399"/>
                            <a:gd name="connsiteX2" fmla="*/ 5339640 w 5342466"/>
                            <a:gd name="connsiteY2" fmla="*/ 1036880 h 1041399"/>
                            <a:gd name="connsiteX3" fmla="*/ 5640 w 5342466"/>
                            <a:gd name="connsiteY3" fmla="*/ 1036880 h 10413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342466" h="1041399">
                              <a:moveTo>
                                <a:pt x="5640" y="5640"/>
                              </a:moveTo>
                              <a:lnTo>
                                <a:pt x="5339640" y="5640"/>
                              </a:lnTo>
                              <a:lnTo>
                                <a:pt x="5339640" y="1036880"/>
                              </a:lnTo>
                              <a:lnTo>
                                <a:pt x="5640" y="10368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8460" cap="flat">
                          <a:solidFill>
                            <a:srgbClr val="BC0930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Forme libre 21"/>
                      <wps:cNvSpPr/>
                      <wps:spPr>
                        <a:xfrm>
                          <a:off x="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>
                          <a:noFill/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Connecteur droit 22"/>
                      <wps:cNvCnPr/>
                      <wps:spPr>
                        <a:xfrm>
                          <a:off x="762000" y="838200"/>
                          <a:ext cx="0" cy="8322907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BC093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page">
                <wp14:pctWidth>125300</wp14:pctWidth>
              </wp14:sizeRelH>
              <wp14:sizeRelV relativeFrom="page">
                <wp14:pctHeight>102400</wp14:pctHeight>
              </wp14:sizeRelV>
            </wp:anchor>
          </w:drawing>
        </mc:Choice>
        <mc:Fallback>
          <w:pict>
            <v:group w14:anchorId="1FD46609" id="Groupe 6" o:spid="_x0000_s1026" alt="decorative element" style="position:absolute;margin-left:-23.25pt;margin-top:-9.75pt;width:765.35pt;height:810.85pt;z-index:-251656704;mso-width-percent:1253;mso-height-percent:1024;mso-position-horizontal-relative:page;mso-position-vertical-relative:page;mso-width-percent:1253;mso-height-percent:1024" coordsize="97167,102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">
              <v:shape id="Forme libre 9" o:spid="_x0000_s1027" style="position:absolute;left:2819;width:78514;height:20191;visibility:visible;mso-wrap-style:square;v-text-anchor:middle" coordsize="5350933,138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" path="m5640,5640r5339927,l5345567,1384014r-5339927,l5640,5640xe" fillcolor="#2f3342 [3206]" strokecolor="#bc0930" strokeweight=".235mm">
                <v:stroke joinstyle="miter"/>
                <v:path arrowok="t" o:connecttype="custom" o:connectlocs="8276,8202;7843517,8202;7843517,2012598;8276,2012598" o:connectangles="0,0,0,0"/>
              </v:shape>
              <v:shape id="Forme libre 10" o:spid="_x0000_s1028" style="position:absolute;left:15544;top:5638;width:81623;height:87535;visibility:visible;mso-wrap-style:square;v-text-anchor:middle" coordsize="5339927,601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" path="m5339927,915247r-1551940,c3787987,915247,3374067,956949,3327400,435187r,41702c3327400,236435,3132667,,2892213,l238760,c150707,,68580,26247,,71120l,6018954r5339927,l5339927,915247xe" fillcolor="#e7e6e6 [3214]" strokecolor="white [3212]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shape id="Forme libre 19" o:spid="_x0000_s1029" style="position:absolute;left:7467;top:5638;width:81623;height:87535;visibility:visible;mso-wrap-style:square;v-text-anchor:middle" coordsize="5339927,601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" path="m5339927,915247r-1551940,c3787987,915247,3374067,956949,3327400,435187r,41702c3327400,236435,3132667,,2892213,l238760,c150707,,68580,26247,,71120l,6018954r5339927,l5339927,915247xe" fillcolor="#bc0930" strokecolor="#bc0930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shape id="Forme libre 20" o:spid="_x0000_s1030" style="position:absolute;left:2971;top:93268;width:78394;height:9715;visibility:visible;mso-wrap-style:square;v-text-anchor:middle" coordsize="5342466,1041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" path="m5640,5640r5334000,l5339640,1036880r-5334000,l5640,5640xe" fillcolor="#2f3342 [3206]" strokecolor="#bc0930" strokeweight=".235mm">
                <v:stroke joinstyle="miter"/>
                <v:path arrowok="t" o:connecttype="custom" o:connectlocs="8276,5261;7835173,5261;7835173,967271;8276,967271" o:connectangles="0,0,0,0"/>
              </v:shape>
              <v:shape id="Forme libre 21" o:spid="_x0000_s1031" style="position:absolute;top:5638;width:81622;height:87535;visibility:visible;mso-wrap-style:square;v-text-anchor:middle" coordsize="5339927,601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" path="m5339927,915247r-1551940,c3787987,915247,3374067,956949,3327400,435187r,41702c3327400,236435,3132667,,2892213,l238760,c150707,,68580,26247,,71120l,6018954r5339927,l5339927,915247xe" stroked="f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line id="Connecteur droit 22" o:spid="_x0000_s1032" style="position:absolute;visibility:visible;mso-wrap-style:square" from="7620,8382" to="7620,91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" strokecolor="#bc0930" strokeweight="3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AA46675"/>
    <w:multiLevelType w:val="hybridMultilevel"/>
    <w:tmpl w:val="46EC1F46"/>
    <w:lvl w:ilvl="0" w:tplc="26828D68">
      <w:numFmt w:val="bullet"/>
      <w:lvlText w:val="-"/>
      <w:lvlJc w:val="left"/>
      <w:pPr>
        <w:ind w:left="720" w:hanging="360"/>
      </w:pPr>
      <w:rPr>
        <w:rFonts w:ascii="Franklin Gothic Book" w:eastAsiaTheme="minorEastAsia" w:hAnsi="Franklin Gothic Book" w:cs="Tahoma" w:hint="default"/>
        <w:color w:val="3B3838" w:themeColor="background2" w:themeShade="4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0319A"/>
    <w:multiLevelType w:val="hybridMultilevel"/>
    <w:tmpl w:val="608663EA"/>
    <w:lvl w:ilvl="0" w:tplc="2D162F14">
      <w:numFmt w:val="bullet"/>
      <w:lvlText w:val="-"/>
      <w:lvlJc w:val="left"/>
      <w:pPr>
        <w:ind w:left="720" w:hanging="360"/>
      </w:pPr>
      <w:rPr>
        <w:rFonts w:ascii="Franklin Gothic Book" w:eastAsiaTheme="minorEastAsia" w:hAnsi="Franklin Gothic Book" w:cs="Tahoma" w:hint="default"/>
        <w:color w:val="0D0D0D" w:themeColor="text1" w:themeTint="F2"/>
        <w:sz w:val="28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1068A"/>
    <w:multiLevelType w:val="hybridMultilevel"/>
    <w:tmpl w:val="3502DEF8"/>
    <w:lvl w:ilvl="0" w:tplc="6458F0EC">
      <w:numFmt w:val="bullet"/>
      <w:lvlText w:val="-"/>
      <w:lvlJc w:val="left"/>
      <w:pPr>
        <w:ind w:left="420" w:hanging="360"/>
      </w:pPr>
      <w:rPr>
        <w:rFonts w:ascii="Franklin Gothic Book" w:eastAsiaTheme="minorEastAsia" w:hAnsi="Franklin Gothic Book" w:cs="Tahoma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CA95284"/>
    <w:multiLevelType w:val="hybridMultilevel"/>
    <w:tmpl w:val="8DB4B09E"/>
    <w:lvl w:ilvl="0" w:tplc="45B4A1B2">
      <w:start w:val="1"/>
      <w:numFmt w:val="bullet"/>
      <w:pStyle w:val="Listepuc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638635">
    <w:abstractNumId w:val="0"/>
  </w:num>
  <w:num w:numId="2" w16cid:durableId="1364551634">
    <w:abstractNumId w:val="3"/>
  </w:num>
  <w:num w:numId="3" w16cid:durableId="1905603217">
    <w:abstractNumId w:val="5"/>
  </w:num>
  <w:num w:numId="4" w16cid:durableId="2114283510">
    <w:abstractNumId w:val="2"/>
  </w:num>
  <w:num w:numId="5" w16cid:durableId="1265723479">
    <w:abstractNumId w:val="1"/>
  </w:num>
  <w:num w:numId="6" w16cid:durableId="9242637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9B2"/>
    <w:rsid w:val="000021B5"/>
    <w:rsid w:val="000039B2"/>
    <w:rsid w:val="00010168"/>
    <w:rsid w:val="0001495E"/>
    <w:rsid w:val="0001626D"/>
    <w:rsid w:val="00035454"/>
    <w:rsid w:val="000A277B"/>
    <w:rsid w:val="000C4DD2"/>
    <w:rsid w:val="000D2C4E"/>
    <w:rsid w:val="00100368"/>
    <w:rsid w:val="00134E81"/>
    <w:rsid w:val="001C2023"/>
    <w:rsid w:val="001E5CCE"/>
    <w:rsid w:val="00225606"/>
    <w:rsid w:val="00227B2B"/>
    <w:rsid w:val="0023028D"/>
    <w:rsid w:val="00234F13"/>
    <w:rsid w:val="00255451"/>
    <w:rsid w:val="002A403A"/>
    <w:rsid w:val="002C52BF"/>
    <w:rsid w:val="002C7CA5"/>
    <w:rsid w:val="002E0B9C"/>
    <w:rsid w:val="002E6287"/>
    <w:rsid w:val="002F677E"/>
    <w:rsid w:val="00303AE1"/>
    <w:rsid w:val="00392540"/>
    <w:rsid w:val="003949BD"/>
    <w:rsid w:val="00475458"/>
    <w:rsid w:val="00490FD3"/>
    <w:rsid w:val="004A2F9B"/>
    <w:rsid w:val="004D54CD"/>
    <w:rsid w:val="004D61A7"/>
    <w:rsid w:val="00524B92"/>
    <w:rsid w:val="0053525E"/>
    <w:rsid w:val="00560F76"/>
    <w:rsid w:val="00565998"/>
    <w:rsid w:val="00570129"/>
    <w:rsid w:val="00573A23"/>
    <w:rsid w:val="00583AB1"/>
    <w:rsid w:val="00591FFE"/>
    <w:rsid w:val="0059361A"/>
    <w:rsid w:val="005B3DA9"/>
    <w:rsid w:val="005B5ECF"/>
    <w:rsid w:val="006048B1"/>
    <w:rsid w:val="006475AF"/>
    <w:rsid w:val="00684629"/>
    <w:rsid w:val="006A7D1E"/>
    <w:rsid w:val="006B7784"/>
    <w:rsid w:val="006E381E"/>
    <w:rsid w:val="006F16F0"/>
    <w:rsid w:val="007520BE"/>
    <w:rsid w:val="00761CCB"/>
    <w:rsid w:val="007A741C"/>
    <w:rsid w:val="007B758A"/>
    <w:rsid w:val="007C11BD"/>
    <w:rsid w:val="007F69EF"/>
    <w:rsid w:val="00805CF7"/>
    <w:rsid w:val="0084454C"/>
    <w:rsid w:val="00872A8C"/>
    <w:rsid w:val="0089099F"/>
    <w:rsid w:val="00950A5A"/>
    <w:rsid w:val="009A44FD"/>
    <w:rsid w:val="009E0D04"/>
    <w:rsid w:val="009F50B6"/>
    <w:rsid w:val="00A36CDC"/>
    <w:rsid w:val="00A43720"/>
    <w:rsid w:val="00A448C1"/>
    <w:rsid w:val="00A65BBA"/>
    <w:rsid w:val="00A74255"/>
    <w:rsid w:val="00A838A4"/>
    <w:rsid w:val="00AA7AA0"/>
    <w:rsid w:val="00AB1518"/>
    <w:rsid w:val="00AB3E85"/>
    <w:rsid w:val="00AB4981"/>
    <w:rsid w:val="00AC7F56"/>
    <w:rsid w:val="00AD20E5"/>
    <w:rsid w:val="00AE1290"/>
    <w:rsid w:val="00AF1294"/>
    <w:rsid w:val="00B02746"/>
    <w:rsid w:val="00B43495"/>
    <w:rsid w:val="00B6306C"/>
    <w:rsid w:val="00B70211"/>
    <w:rsid w:val="00B7047D"/>
    <w:rsid w:val="00BB79C9"/>
    <w:rsid w:val="00BC6499"/>
    <w:rsid w:val="00BF5D78"/>
    <w:rsid w:val="00C61A3B"/>
    <w:rsid w:val="00C90D19"/>
    <w:rsid w:val="00C93080"/>
    <w:rsid w:val="00CA6B4F"/>
    <w:rsid w:val="00CE5510"/>
    <w:rsid w:val="00D13B6C"/>
    <w:rsid w:val="00D159D3"/>
    <w:rsid w:val="00D40284"/>
    <w:rsid w:val="00D7243C"/>
    <w:rsid w:val="00DA4A43"/>
    <w:rsid w:val="00DA5BEB"/>
    <w:rsid w:val="00DB1847"/>
    <w:rsid w:val="00DB2AA8"/>
    <w:rsid w:val="00DB2F0F"/>
    <w:rsid w:val="00DE0A66"/>
    <w:rsid w:val="00DE395C"/>
    <w:rsid w:val="00DF3A80"/>
    <w:rsid w:val="00E2411A"/>
    <w:rsid w:val="00E37225"/>
    <w:rsid w:val="00E466A9"/>
    <w:rsid w:val="00E51439"/>
    <w:rsid w:val="00E51580"/>
    <w:rsid w:val="00E62867"/>
    <w:rsid w:val="00EB1E00"/>
    <w:rsid w:val="00EF36A5"/>
    <w:rsid w:val="00F251BD"/>
    <w:rsid w:val="00F4507B"/>
    <w:rsid w:val="00F621D0"/>
    <w:rsid w:val="00F6767E"/>
    <w:rsid w:val="00F702C4"/>
    <w:rsid w:val="00F7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51EEC"/>
  <w15:docId w15:val="{2D8740D5-3EB5-4F9F-9900-819B712A5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fr-FR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Titre1">
    <w:name w:val="heading 1"/>
    <w:basedOn w:val="Normal"/>
    <w:next w:val="Normal"/>
    <w:link w:val="Titre1C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C0F400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reCar">
    <w:name w:val="Titre Car"/>
    <w:basedOn w:val="Policepardfaut"/>
    <w:link w:val="Titr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En-ttedeligne">
    <w:name w:val="En-tête de ligne"/>
    <w:basedOn w:val="Normal"/>
    <w:uiPriority w:val="5"/>
    <w:semiHidden/>
    <w:qFormat/>
    <w:rPr>
      <w:b/>
      <w:bCs/>
    </w:rPr>
  </w:style>
  <w:style w:type="table" w:styleId="Grilledutableau">
    <w:name w:val="Table Grid"/>
    <w:basedOn w:val="Tableau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uformulaire">
    <w:name w:val="Titre du formulaire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extedetableau">
    <w:name w:val="Texte de tableau"/>
    <w:basedOn w:val="Normal"/>
    <w:uiPriority w:val="3"/>
    <w:semiHidden/>
    <w:qFormat/>
    <w:pPr>
      <w:spacing w:after="320"/>
    </w:pPr>
  </w:style>
  <w:style w:type="character" w:customStyle="1" w:styleId="Titre1Car">
    <w:name w:val="Titre 1 Car"/>
    <w:basedOn w:val="Policepardfaut"/>
    <w:link w:val="Titre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enumros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Titre2Car">
    <w:name w:val="Titre 2 Car"/>
    <w:basedOn w:val="Policepardfaut"/>
    <w:link w:val="Titre2"/>
    <w:uiPriority w:val="6"/>
    <w:semiHidden/>
    <w:rsid w:val="00DE395C"/>
    <w:rPr>
      <w:rFonts w:asciiTheme="majorHAnsi" w:eastAsiaTheme="majorEastAsia" w:hAnsiTheme="majorHAnsi" w:cstheme="majorBidi"/>
      <w:color w:val="C0F400" w:themeColor="accent1"/>
      <w:sz w:val="24"/>
      <w:szCs w:val="20"/>
    </w:rPr>
  </w:style>
  <w:style w:type="paragraph" w:styleId="Pieddepage">
    <w:name w:val="footer"/>
    <w:basedOn w:val="Normal"/>
    <w:link w:val="PieddepageCar"/>
    <w:uiPriority w:val="99"/>
    <w:semiHidden/>
    <w:qFormat/>
    <w:pPr>
      <w:spacing w:after="0" w:line="240" w:lineRule="auto"/>
      <w:jc w:val="right"/>
    </w:pPr>
    <w:rPr>
      <w:color w:val="C0F400" w:themeColor="accent1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E395C"/>
    <w:rPr>
      <w:color w:val="C0F400" w:themeColor="accent1"/>
      <w:sz w:val="24"/>
      <w:szCs w:val="20"/>
    </w:rPr>
  </w:style>
  <w:style w:type="paragraph" w:styleId="NormalWeb">
    <w:name w:val="Normal (Web)"/>
    <w:basedOn w:val="Normal"/>
    <w:uiPriority w:val="99"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epuces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En-tte">
    <w:name w:val="header"/>
    <w:basedOn w:val="Normal"/>
    <w:link w:val="En-tteC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E395C"/>
    <w:rPr>
      <w:sz w:val="24"/>
      <w:szCs w:val="20"/>
    </w:rPr>
  </w:style>
  <w:style w:type="paragraph" w:customStyle="1" w:styleId="Dtails">
    <w:name w:val="Dé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Textedelespacerserv">
    <w:name w:val="Placeholder Text"/>
    <w:basedOn w:val="Policepardfaut"/>
    <w:uiPriority w:val="99"/>
    <w:semiHidden/>
    <w:rsid w:val="00AB4981"/>
    <w:rPr>
      <w:color w:val="808080"/>
    </w:rPr>
  </w:style>
  <w:style w:type="paragraph" w:styleId="Paragraphedeliste">
    <w:name w:val="List Paragraph"/>
    <w:basedOn w:val="Normal"/>
    <w:uiPriority w:val="34"/>
    <w:qFormat/>
    <w:rsid w:val="000039B2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039B2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4A2F9B"/>
    <w:rPr>
      <w:b/>
      <w:bCs/>
    </w:rPr>
  </w:style>
  <w:style w:type="character" w:customStyle="1" w:styleId="apple-converted-space">
    <w:name w:val="apple-converted-space"/>
    <w:basedOn w:val="Policepardfaut"/>
    <w:rsid w:val="00684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2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3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gue\AppData\Roaming\Microsoft\Templates\Proc&#232;s-verbal%20de%20r&#233;union%20p&#233;dagogiqu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156162-F024-425E-8570-15CC98AB7187}"/>
      </w:docPartPr>
      <w:docPartBody>
        <w:p w:rsidR="008C78E3" w:rsidRDefault="00667289">
          <w:r w:rsidRPr="004671E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CBFA5F8732A4F409E541EB88B304D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1A3736-ED2B-4C67-83EC-AAFDE65F323D}"/>
      </w:docPartPr>
      <w:docPartBody>
        <w:p w:rsidR="008C78E3" w:rsidRDefault="00667289" w:rsidP="00667289">
          <w:pPr>
            <w:pStyle w:val="CCBFA5F8732A4F409E541EB88B304D0E"/>
          </w:pPr>
          <w:r w:rsidRPr="004671E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B0000DEF38847F690D20867D164C7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CBB2E8-3BD1-4020-ADE7-C03B07A49BC0}"/>
      </w:docPartPr>
      <w:docPartBody>
        <w:p w:rsidR="001B426F" w:rsidRDefault="008C78E3" w:rsidP="008C78E3">
          <w:pPr>
            <w:pStyle w:val="5B0000DEF38847F690D20867D164C797"/>
          </w:pPr>
          <w:r w:rsidRPr="009F50B6">
            <w:rPr>
              <w:rStyle w:val="Textedelespacerserv"/>
              <w:sz w:val="44"/>
              <w:szCs w:val="16"/>
            </w:rPr>
            <w:t>nom de l’événement</w:t>
          </w:r>
        </w:p>
      </w:docPartBody>
    </w:docPart>
    <w:docPart>
      <w:docPartPr>
        <w:name w:val="3F1EC5D892B84CB490DBA9E51256C1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83D828-DEE2-4352-B7D3-7CA0051E362B}"/>
      </w:docPartPr>
      <w:docPartBody>
        <w:p w:rsidR="001B426F" w:rsidRDefault="008C78E3" w:rsidP="008C78E3">
          <w:pPr>
            <w:pStyle w:val="3F1EC5D892B84CB490DBA9E51256C17D"/>
          </w:pPr>
          <w:r>
            <w:rPr>
              <w:rFonts w:cs="Tahoma"/>
              <w:szCs w:val="24"/>
              <w:lang w:eastAsia="fr-FR"/>
            </w:rPr>
            <w:t>Informations diverses sur le lieu d’hébergement : adresse, contacts téléphoniques …</w:t>
          </w:r>
        </w:p>
      </w:docPartBody>
    </w:docPart>
    <w:docPart>
      <w:docPartPr>
        <w:name w:val="5689D44AB2B347BAB5C3904E953E85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56FD27-D330-4A3C-806C-E0B4E329C6D9}"/>
      </w:docPartPr>
      <w:docPartBody>
        <w:p w:rsidR="001B426F" w:rsidRDefault="008C78E3" w:rsidP="008C78E3">
          <w:pPr>
            <w:pStyle w:val="5689D44AB2B347BAB5C3904E953E85B8"/>
          </w:pPr>
          <w:r>
            <w:rPr>
              <w:rFonts w:cs="Tahoma"/>
              <w:szCs w:val="24"/>
              <w:lang w:eastAsia="fr-FR"/>
            </w:rPr>
            <w:t>Informations diverses sur l’événement : planning / observations 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altName w:val="HGGothicE"/>
    <w:charset w:val="80"/>
    <w:family w:val="modern"/>
    <w:pitch w:val="fixed"/>
    <w:sig w:usb0="E00002FF" w:usb1="2AC7EDFE" w:usb2="00000012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epuc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0545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0EC"/>
    <w:rsid w:val="00032E1B"/>
    <w:rsid w:val="00105E68"/>
    <w:rsid w:val="00147245"/>
    <w:rsid w:val="001B426F"/>
    <w:rsid w:val="002C2496"/>
    <w:rsid w:val="00316D88"/>
    <w:rsid w:val="0033559A"/>
    <w:rsid w:val="00352B48"/>
    <w:rsid w:val="00412D4D"/>
    <w:rsid w:val="00467EA9"/>
    <w:rsid w:val="004E677B"/>
    <w:rsid w:val="0052748C"/>
    <w:rsid w:val="00565998"/>
    <w:rsid w:val="00667289"/>
    <w:rsid w:val="006E381E"/>
    <w:rsid w:val="00701972"/>
    <w:rsid w:val="007640EC"/>
    <w:rsid w:val="0085550F"/>
    <w:rsid w:val="00887BE0"/>
    <w:rsid w:val="008C78E3"/>
    <w:rsid w:val="00946E4D"/>
    <w:rsid w:val="0095776C"/>
    <w:rsid w:val="00A43748"/>
    <w:rsid w:val="00B75DC4"/>
    <w:rsid w:val="00BF2338"/>
    <w:rsid w:val="00C228E1"/>
    <w:rsid w:val="00E913BC"/>
    <w:rsid w:val="00EC578D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4"/>
    <w:qFormat/>
    <w:pPr>
      <w:keepNext/>
      <w:keepLines/>
      <w:spacing w:before="360" w:after="120" w:line="264" w:lineRule="auto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  <w:lang w:val="fr-FR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val="fr-FR" w:eastAsia="ja-JP"/>
    </w:rPr>
  </w:style>
  <w:style w:type="character" w:customStyle="1" w:styleId="TitreCar">
    <w:name w:val="Titre Car"/>
    <w:basedOn w:val="Policepardfaut"/>
    <w:link w:val="Titre"/>
    <w:uiPriority w:val="6"/>
    <w:rPr>
      <w:rFonts w:asciiTheme="majorHAnsi" w:hAnsiTheme="majorHAnsi"/>
      <w:b/>
      <w:caps/>
      <w:sz w:val="52"/>
      <w:szCs w:val="20"/>
      <w:lang w:val="fr-FR" w:eastAsia="ja-JP"/>
    </w:rPr>
  </w:style>
  <w:style w:type="paragraph" w:styleId="Listepuces">
    <w:name w:val="List Bullet"/>
    <w:basedOn w:val="Normal"/>
    <w:uiPriority w:val="10"/>
    <w:qFormat/>
    <w:pPr>
      <w:numPr>
        <w:numId w:val="1"/>
      </w:numPr>
      <w:spacing w:before="100" w:after="100" w:line="240" w:lineRule="auto"/>
      <w:contextualSpacing/>
    </w:pPr>
    <w:rPr>
      <w:szCs w:val="21"/>
      <w:lang w:val="fr-FR" w:eastAsia="ja-JP"/>
    </w:rPr>
  </w:style>
  <w:style w:type="character" w:customStyle="1" w:styleId="Titre1Car">
    <w:name w:val="Titre 1 Car"/>
    <w:basedOn w:val="Policepardfaut"/>
    <w:link w:val="Titre1"/>
    <w:uiPriority w:val="4"/>
    <w:rPr>
      <w:rFonts w:asciiTheme="majorHAnsi" w:eastAsiaTheme="majorEastAsia" w:hAnsiTheme="majorHAnsi" w:cstheme="majorBidi"/>
      <w:color w:val="000000" w:themeColor="text1"/>
      <w:sz w:val="30"/>
      <w:szCs w:val="30"/>
      <w:lang w:val="fr-FR" w:eastAsia="ja-JP"/>
    </w:rPr>
  </w:style>
  <w:style w:type="character" w:styleId="Textedelespacerserv">
    <w:name w:val="Placeholder Text"/>
    <w:basedOn w:val="Policepardfaut"/>
    <w:uiPriority w:val="99"/>
    <w:semiHidden/>
    <w:rsid w:val="008C78E3"/>
    <w:rPr>
      <w:color w:val="808080"/>
    </w:rPr>
  </w:style>
  <w:style w:type="paragraph" w:customStyle="1" w:styleId="CCBFA5F8732A4F409E541EB88B304D0E">
    <w:name w:val="CCBFA5F8732A4F409E541EB88B304D0E"/>
    <w:rsid w:val="00667289"/>
  </w:style>
  <w:style w:type="paragraph" w:customStyle="1" w:styleId="5B0000DEF38847F690D20867D164C797">
    <w:name w:val="5B0000DEF38847F690D20867D164C797"/>
    <w:rsid w:val="008C78E3"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val="fr-FR" w:eastAsia="ja-JP"/>
    </w:rPr>
  </w:style>
  <w:style w:type="paragraph" w:customStyle="1" w:styleId="3F1EC5D892B84CB490DBA9E51256C17D">
    <w:name w:val="3F1EC5D892B84CB490DBA9E51256C17D"/>
    <w:rsid w:val="008C78E3"/>
    <w:pPr>
      <w:spacing w:after="120" w:line="264" w:lineRule="auto"/>
    </w:pPr>
    <w:rPr>
      <w:color w:val="0D0D0D" w:themeColor="text1" w:themeTint="F2"/>
      <w:sz w:val="24"/>
      <w:szCs w:val="20"/>
      <w:lang w:val="fr-FR" w:eastAsia="ja-JP"/>
    </w:rPr>
  </w:style>
  <w:style w:type="paragraph" w:customStyle="1" w:styleId="5689D44AB2B347BAB5C3904E953E85B8">
    <w:name w:val="5689D44AB2B347BAB5C3904E953E85B8"/>
    <w:rsid w:val="008C78E3"/>
    <w:pPr>
      <w:spacing w:after="120" w:line="264" w:lineRule="auto"/>
    </w:pPr>
    <w:rPr>
      <w:color w:val="0D0D0D" w:themeColor="text1" w:themeTint="F2"/>
      <w:sz w:val="24"/>
      <w:szCs w:val="20"/>
      <w:lang w:val="fr-FR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0F400"/>
      </a:accent1>
      <a:accent2>
        <a:srgbClr val="05D74D"/>
      </a:accent2>
      <a:accent3>
        <a:srgbClr val="2F3342"/>
      </a:accent3>
      <a:accent4>
        <a:srgbClr val="038B30"/>
      </a:accent4>
      <a:accent5>
        <a:srgbClr val="05EE55"/>
      </a:accent5>
      <a:accent6>
        <a:srgbClr val="70AD47"/>
      </a:accent6>
      <a:hlink>
        <a:srgbClr val="05D74D"/>
      </a:hlink>
      <a:folHlink>
        <a:srgbClr val="C0F40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B0720A5-A701-454D-9593-62981AB0C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DE14A6-B97C-2549-A39C-25A43DA2CC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472B24-5D78-4DEB-8725-EDF5FACF92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7CD860-5794-4071-AC81-C1DA91960A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Procès-verbal de réunion pédagogique</Template>
  <TotalTime>0</TotalTime>
  <Pages>2</Pages>
  <Words>136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/>
      <vt:lpstr>Date</vt:lpstr>
      <vt:lpstr>En présence de</vt:lpstr>
      <vt:lpstr>Bassin </vt:lpstr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Granet</dc:creator>
  <cp:keywords/>
  <dc:description/>
  <cp:lastModifiedBy>Sandra Granet</cp:lastModifiedBy>
  <cp:revision>2</cp:revision>
  <dcterms:created xsi:type="dcterms:W3CDTF">2025-02-21T09:40:00Z</dcterms:created>
  <dcterms:modified xsi:type="dcterms:W3CDTF">2025-02-21T09:40:00Z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